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4E854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A019A61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A8C8076" w14:textId="18B12D2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</w:t>
      </w:r>
      <w:r w:rsidR="00625EBF">
        <w:rPr>
          <w:rFonts w:ascii="Corbel" w:hAnsi="Corbel"/>
          <w:i/>
          <w:smallCaps/>
          <w:sz w:val="24"/>
          <w:szCs w:val="24"/>
        </w:rPr>
        <w:t>2024-2027</w:t>
      </w:r>
    </w:p>
    <w:p w14:paraId="6B290735" w14:textId="77777777"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0065C04" w14:textId="481490B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5C0411">
        <w:rPr>
          <w:rFonts w:ascii="Corbel" w:hAnsi="Corbel"/>
          <w:sz w:val="20"/>
          <w:szCs w:val="20"/>
        </w:rPr>
        <w:t>202</w:t>
      </w:r>
      <w:r w:rsidR="00625EBF">
        <w:rPr>
          <w:rFonts w:ascii="Corbel" w:hAnsi="Corbel"/>
          <w:sz w:val="20"/>
          <w:szCs w:val="20"/>
        </w:rPr>
        <w:t>5</w:t>
      </w:r>
      <w:r w:rsidR="006522BB">
        <w:rPr>
          <w:rFonts w:ascii="Corbel" w:hAnsi="Corbel"/>
          <w:sz w:val="20"/>
          <w:szCs w:val="20"/>
        </w:rPr>
        <w:t>-202</w:t>
      </w:r>
      <w:r w:rsidR="00625EBF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 xml:space="preserve"> </w:t>
      </w:r>
    </w:p>
    <w:p w14:paraId="2F04BE5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4064AD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B939D92" w14:textId="77777777" w:rsidTr="00B819C8">
        <w:tc>
          <w:tcPr>
            <w:tcW w:w="2694" w:type="dxa"/>
            <w:vAlign w:val="center"/>
          </w:tcPr>
          <w:p w14:paraId="60713DD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5F56D8" w14:textId="77777777" w:rsidR="0085747A" w:rsidRPr="00B169DF" w:rsidRDefault="004712C3" w:rsidP="00471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</w:t>
            </w:r>
            <w:r w:rsidR="00DC3A8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206CF">
              <w:rPr>
                <w:rFonts w:ascii="Corbel" w:hAnsi="Corbel"/>
                <w:b w:val="0"/>
                <w:sz w:val="24"/>
                <w:szCs w:val="24"/>
              </w:rPr>
              <w:t>dyplomowe</w:t>
            </w:r>
          </w:p>
        </w:tc>
      </w:tr>
      <w:tr w:rsidR="0085747A" w:rsidRPr="00B169DF" w14:paraId="4A13D748" w14:textId="77777777" w:rsidTr="00B819C8">
        <w:tc>
          <w:tcPr>
            <w:tcW w:w="2694" w:type="dxa"/>
            <w:vAlign w:val="center"/>
          </w:tcPr>
          <w:p w14:paraId="5910C2A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9627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77EF3" w:rsidRPr="00B169DF" w14:paraId="4D8AC3B1" w14:textId="77777777" w:rsidTr="00B819C8">
        <w:tc>
          <w:tcPr>
            <w:tcW w:w="2694" w:type="dxa"/>
            <w:vAlign w:val="center"/>
          </w:tcPr>
          <w:p w14:paraId="7636D3D3" w14:textId="77777777" w:rsidR="00A77EF3" w:rsidRPr="00B169DF" w:rsidRDefault="00A77EF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692A5B" w14:textId="77777777" w:rsidR="00A77EF3" w:rsidRDefault="00A77E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77EF3" w:rsidRPr="00B169DF" w14:paraId="31ACB312" w14:textId="77777777" w:rsidTr="00B819C8">
        <w:tc>
          <w:tcPr>
            <w:tcW w:w="2694" w:type="dxa"/>
            <w:vAlign w:val="center"/>
          </w:tcPr>
          <w:p w14:paraId="5F8246F3" w14:textId="77777777" w:rsidR="00A77EF3" w:rsidRPr="00B169DF" w:rsidRDefault="00A77EF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E8B677" w14:textId="77777777" w:rsidR="00A77EF3" w:rsidRDefault="00A77E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77EF3" w:rsidRPr="00B169DF" w14:paraId="34289698" w14:textId="77777777" w:rsidTr="00B819C8">
        <w:tc>
          <w:tcPr>
            <w:tcW w:w="2694" w:type="dxa"/>
            <w:vAlign w:val="center"/>
          </w:tcPr>
          <w:p w14:paraId="495E8A16" w14:textId="77777777" w:rsidR="00A77EF3" w:rsidRPr="00B169DF" w:rsidRDefault="00A77EF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E451F2" w14:textId="77777777" w:rsidR="00A77EF3" w:rsidRDefault="00A77E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98B3967" w14:textId="77777777" w:rsidTr="00B819C8">
        <w:tc>
          <w:tcPr>
            <w:tcW w:w="2694" w:type="dxa"/>
            <w:vAlign w:val="center"/>
          </w:tcPr>
          <w:p w14:paraId="14260B5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8E5623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14:paraId="0D9BDD72" w14:textId="77777777" w:rsidTr="00B819C8">
        <w:tc>
          <w:tcPr>
            <w:tcW w:w="2694" w:type="dxa"/>
            <w:vAlign w:val="center"/>
          </w:tcPr>
          <w:p w14:paraId="6D26299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1570F8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14:paraId="5233717E" w14:textId="77777777" w:rsidTr="00B819C8">
        <w:tc>
          <w:tcPr>
            <w:tcW w:w="2694" w:type="dxa"/>
            <w:vAlign w:val="center"/>
          </w:tcPr>
          <w:p w14:paraId="2F8B21E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14DD4" w14:textId="2271D70A"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14:paraId="14B2E310" w14:textId="77777777" w:rsidTr="00B819C8">
        <w:tc>
          <w:tcPr>
            <w:tcW w:w="2694" w:type="dxa"/>
            <w:vAlign w:val="center"/>
          </w:tcPr>
          <w:p w14:paraId="1A95C07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AECD" w14:textId="77777777"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6522BB">
              <w:rPr>
                <w:rFonts w:ascii="Corbel" w:hAnsi="Corbel"/>
                <w:b w:val="0"/>
                <w:sz w:val="24"/>
                <w:szCs w:val="24"/>
                <w:lang w:val="en-GB"/>
              </w:rPr>
              <w:t>, 4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14:paraId="5D857D8C" w14:textId="77777777" w:rsidTr="00B819C8">
        <w:tc>
          <w:tcPr>
            <w:tcW w:w="2694" w:type="dxa"/>
            <w:vAlign w:val="center"/>
          </w:tcPr>
          <w:p w14:paraId="2DBDA8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F88EA7" w14:textId="77777777"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69898F32" w14:textId="77777777" w:rsidTr="00B819C8">
        <w:tc>
          <w:tcPr>
            <w:tcW w:w="2694" w:type="dxa"/>
            <w:vAlign w:val="center"/>
          </w:tcPr>
          <w:p w14:paraId="652E5EBD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574AB" w14:textId="77777777"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94DC976" w14:textId="77777777" w:rsidTr="00B819C8">
        <w:tc>
          <w:tcPr>
            <w:tcW w:w="2694" w:type="dxa"/>
            <w:vAlign w:val="center"/>
          </w:tcPr>
          <w:p w14:paraId="5D47718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AB490" w14:textId="77777777" w:rsidR="0085747A" w:rsidRPr="00B169DF" w:rsidRDefault="005C0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Pstrąg</w:t>
            </w:r>
          </w:p>
        </w:tc>
      </w:tr>
      <w:tr w:rsidR="0085747A" w:rsidRPr="00B169DF" w14:paraId="2C7176D8" w14:textId="77777777" w:rsidTr="00B819C8">
        <w:tc>
          <w:tcPr>
            <w:tcW w:w="2694" w:type="dxa"/>
            <w:vAlign w:val="center"/>
          </w:tcPr>
          <w:p w14:paraId="583682D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465D2E" w14:textId="77777777" w:rsidR="0085747A" w:rsidRPr="00B169DF" w:rsidRDefault="005C0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Pstrąg</w:t>
            </w:r>
          </w:p>
        </w:tc>
      </w:tr>
    </w:tbl>
    <w:p w14:paraId="17E8FABD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522BB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FE7D5F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082C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92188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2"/>
        <w:gridCol w:w="773"/>
        <w:gridCol w:w="1223"/>
        <w:gridCol w:w="790"/>
        <w:gridCol w:w="814"/>
        <w:gridCol w:w="742"/>
        <w:gridCol w:w="938"/>
        <w:gridCol w:w="1169"/>
        <w:gridCol w:w="1456"/>
      </w:tblGrid>
      <w:tr w:rsidR="00015B8F" w:rsidRPr="00B169DF" w14:paraId="2770FB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B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2397292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2D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F3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1E81" w14:textId="77777777" w:rsidR="00015B8F" w:rsidRPr="00B169DF" w:rsidRDefault="00DF20C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Prosemin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3DC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B82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033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2F2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A5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65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9FCD7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CF38" w14:textId="77777777" w:rsidR="00015B8F" w:rsidRPr="00B169DF" w:rsidRDefault="008F4B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70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AB8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534E" w14:textId="56FD37D3" w:rsidR="00015B8F" w:rsidRPr="00B169DF" w:rsidRDefault="002051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C6A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D8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589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977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22B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B88D" w14:textId="77777777" w:rsidR="00015B8F" w:rsidRPr="00B169DF" w:rsidRDefault="002400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3EEF65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6D238C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F997B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0C3D0F03" w14:textId="77777777"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7591ED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6BEE8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AAFBE0" w14:textId="0526683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DA71A3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</w:t>
      </w:r>
      <w:r w:rsidRPr="00A90679">
        <w:rPr>
          <w:rFonts w:ascii="Corbel" w:hAnsi="Corbel"/>
          <w:b w:val="0"/>
          <w:smallCaps w:val="0"/>
          <w:szCs w:val="24"/>
        </w:rPr>
        <w:t>, zaliczenie z oceną,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A90679">
        <w:rPr>
          <w:rFonts w:ascii="Corbel" w:hAnsi="Corbel"/>
          <w:smallCaps w:val="0"/>
          <w:szCs w:val="24"/>
          <w:u w:val="single"/>
        </w:rPr>
        <w:t>zaliczenie bez oceny</w:t>
      </w:r>
      <w:r w:rsidRPr="00B169DF">
        <w:rPr>
          <w:rFonts w:ascii="Corbel" w:hAnsi="Corbel"/>
          <w:b w:val="0"/>
          <w:smallCaps w:val="0"/>
          <w:szCs w:val="24"/>
        </w:rPr>
        <w:t>)</w:t>
      </w:r>
    </w:p>
    <w:p w14:paraId="578D8EC0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A357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D0F3C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83A9F25" w14:textId="77777777" w:rsidTr="00745302">
        <w:tc>
          <w:tcPr>
            <w:tcW w:w="9670" w:type="dxa"/>
          </w:tcPr>
          <w:p w14:paraId="632547A6" w14:textId="77777777" w:rsidR="0085747A" w:rsidRPr="00B169DF" w:rsidRDefault="00A90679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C15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 metodologii badań pedagogicznych</w:t>
            </w:r>
          </w:p>
        </w:tc>
      </w:tr>
    </w:tbl>
    <w:p w14:paraId="6BF8213C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FEFFD" w14:textId="47CAB458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DA71A3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494673AF" w14:textId="77777777"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D0D1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C1314CC" w14:textId="77777777"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E738F" w:rsidRPr="005A2C15" w14:paraId="65F8348A" w14:textId="77777777" w:rsidTr="002A3114">
        <w:tc>
          <w:tcPr>
            <w:tcW w:w="675" w:type="dxa"/>
            <w:vAlign w:val="center"/>
          </w:tcPr>
          <w:p w14:paraId="23118E75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392E8C1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3E738F" w:rsidRPr="005A2C15" w14:paraId="0E1A4DBA" w14:textId="77777777" w:rsidTr="002A3114">
        <w:tc>
          <w:tcPr>
            <w:tcW w:w="675" w:type="dxa"/>
            <w:vAlign w:val="center"/>
          </w:tcPr>
          <w:p w14:paraId="7E0478DB" w14:textId="77777777" w:rsidR="003E738F" w:rsidRPr="005A2C15" w:rsidRDefault="003E738F" w:rsidP="002A31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C9D6AE3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3E738F" w:rsidRPr="005A2C15" w14:paraId="0E4A5AD7" w14:textId="77777777" w:rsidTr="002A3114">
        <w:tc>
          <w:tcPr>
            <w:tcW w:w="675" w:type="dxa"/>
            <w:vAlign w:val="center"/>
          </w:tcPr>
          <w:p w14:paraId="22248215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D9F2B3B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3E738F" w:rsidRPr="005A2C15" w14:paraId="6F11A98E" w14:textId="77777777" w:rsidTr="002A3114">
        <w:tc>
          <w:tcPr>
            <w:tcW w:w="675" w:type="dxa"/>
            <w:vAlign w:val="center"/>
          </w:tcPr>
          <w:p w14:paraId="558BACDE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6A73946A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3E738F" w:rsidRPr="005A2C15" w14:paraId="391994DC" w14:textId="77777777" w:rsidTr="002A3114">
        <w:tc>
          <w:tcPr>
            <w:tcW w:w="675" w:type="dxa"/>
            <w:vAlign w:val="center"/>
          </w:tcPr>
          <w:p w14:paraId="13A2A0E1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102879E" w14:textId="5C90AE4A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Doskonalenie umiejętności analizowania tekstu naukowego oraz opracowywania </w:t>
            </w:r>
            <w:r w:rsidR="00205117" w:rsidRPr="005A2C15">
              <w:rPr>
                <w:rFonts w:ascii="Corbel" w:hAnsi="Corbel"/>
                <w:sz w:val="24"/>
                <w:szCs w:val="24"/>
              </w:rPr>
              <w:t>referatów, koreferatów</w:t>
            </w:r>
            <w:r w:rsidRPr="005A2C15">
              <w:rPr>
                <w:rFonts w:ascii="Corbel" w:hAnsi="Corbel"/>
                <w:sz w:val="24"/>
                <w:szCs w:val="24"/>
              </w:rPr>
              <w:t xml:space="preserve"> i recenzji naukowych.</w:t>
            </w:r>
          </w:p>
        </w:tc>
      </w:tr>
      <w:tr w:rsidR="003E738F" w:rsidRPr="005A2C15" w14:paraId="45A2B5E3" w14:textId="77777777" w:rsidTr="002A3114">
        <w:tc>
          <w:tcPr>
            <w:tcW w:w="675" w:type="dxa"/>
            <w:vAlign w:val="center"/>
          </w:tcPr>
          <w:p w14:paraId="25709B4F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6C02E1F0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3E738F" w:rsidRPr="005A2C15" w14:paraId="5DF18F7F" w14:textId="77777777" w:rsidTr="002A3114">
        <w:tc>
          <w:tcPr>
            <w:tcW w:w="675" w:type="dxa"/>
            <w:vAlign w:val="center"/>
          </w:tcPr>
          <w:p w14:paraId="0E28AF7E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49E12913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3E738F" w:rsidRPr="005A2C15" w14:paraId="79412C01" w14:textId="77777777" w:rsidTr="002A3114">
        <w:tc>
          <w:tcPr>
            <w:tcW w:w="675" w:type="dxa"/>
            <w:vAlign w:val="center"/>
          </w:tcPr>
          <w:p w14:paraId="171AF3ED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9103" w:type="dxa"/>
            <w:vAlign w:val="center"/>
          </w:tcPr>
          <w:p w14:paraId="000C7716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3E738F" w:rsidRPr="005A2C15" w14:paraId="008EB126" w14:textId="77777777" w:rsidTr="002A3114">
        <w:tc>
          <w:tcPr>
            <w:tcW w:w="675" w:type="dxa"/>
            <w:vAlign w:val="center"/>
          </w:tcPr>
          <w:p w14:paraId="5442183A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9103" w:type="dxa"/>
            <w:vAlign w:val="center"/>
          </w:tcPr>
          <w:p w14:paraId="06A845E9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</w:t>
            </w:r>
            <w:r>
              <w:rPr>
                <w:rFonts w:ascii="Corbel" w:hAnsi="Corbel"/>
                <w:sz w:val="24"/>
                <w:szCs w:val="24"/>
              </w:rPr>
              <w:t>analizy, prezentowania danych (</w:t>
            </w:r>
            <w:r w:rsidRPr="005A2C15">
              <w:rPr>
                <w:rFonts w:ascii="Corbel" w:hAnsi="Corbel"/>
                <w:sz w:val="24"/>
                <w:szCs w:val="24"/>
              </w:rPr>
              <w:t xml:space="preserve">sporządzanie tabel i wykresów), statystycznego opracowania wyników, weryfikacji hipotez </w:t>
            </w:r>
          </w:p>
        </w:tc>
      </w:tr>
      <w:tr w:rsidR="003E738F" w:rsidRPr="005A2C15" w14:paraId="75606037" w14:textId="77777777" w:rsidTr="002A3114">
        <w:tc>
          <w:tcPr>
            <w:tcW w:w="675" w:type="dxa"/>
            <w:vAlign w:val="center"/>
          </w:tcPr>
          <w:p w14:paraId="7D2EA670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9103" w:type="dxa"/>
            <w:vAlign w:val="center"/>
          </w:tcPr>
          <w:p w14:paraId="01B41A44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3E738F" w:rsidRPr="005A2C15" w14:paraId="51B42DD6" w14:textId="77777777" w:rsidTr="002A3114">
        <w:tc>
          <w:tcPr>
            <w:tcW w:w="675" w:type="dxa"/>
            <w:vAlign w:val="center"/>
          </w:tcPr>
          <w:p w14:paraId="0D58230F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9103" w:type="dxa"/>
            <w:vAlign w:val="center"/>
          </w:tcPr>
          <w:p w14:paraId="0945B16C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14:paraId="084F4E07" w14:textId="77777777"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14:paraId="65710981" w14:textId="77777777"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14:paraId="3C868516" w14:textId="77777777" w:rsidR="003E738F" w:rsidRPr="00B169D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14:paraId="0FAC741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C6506" w:rsidRPr="005A2C15" w14:paraId="6A48B8A8" w14:textId="77777777" w:rsidTr="002A3114">
        <w:tc>
          <w:tcPr>
            <w:tcW w:w="1701" w:type="dxa"/>
          </w:tcPr>
          <w:p w14:paraId="65ED3FD5" w14:textId="759EF9DB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5117" w:rsidRPr="005A2C15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206C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9B6CD28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54E95E42" w14:textId="77777777" w:rsidR="005C6506" w:rsidRPr="005A2C15" w:rsidRDefault="005C6506" w:rsidP="004206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206C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</w:tcPr>
          <w:p w14:paraId="17D1E4F1" w14:textId="4FE8601F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205117" w:rsidRPr="005A2C15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A2C15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C6506" w:rsidRPr="005A2C15" w14:paraId="35055C16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02E0ED56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A9BA" w14:textId="77777777" w:rsidR="005C6506" w:rsidRPr="005A2C15" w:rsidRDefault="00C200C2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Student charakteryzuje podstawowe paradygmaty i orientacje</w:t>
            </w:r>
            <w:r w:rsidR="005C6506" w:rsidRPr="005A2C15">
              <w:rPr>
                <w:rFonts w:ascii="Corbel" w:hAnsi="Corbel" w:cs="Times New Roman"/>
              </w:rPr>
              <w:t xml:space="preserve"> w badaniach społecznych oraz zasad</w:t>
            </w:r>
            <w:r>
              <w:rPr>
                <w:rFonts w:ascii="Corbel" w:hAnsi="Corbel" w:cs="Times New Roman"/>
              </w:rPr>
              <w:t>y</w:t>
            </w:r>
            <w:r w:rsidR="005C6506" w:rsidRPr="005A2C15">
              <w:rPr>
                <w:rFonts w:ascii="Corbel" w:hAnsi="Corbel" w:cs="Times New Roman"/>
              </w:rPr>
              <w:t xml:space="preserve"> projektowania i realizacji badań pedagogicznych,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36501DD" w14:textId="77777777"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t>K_W03</w:t>
            </w:r>
          </w:p>
        </w:tc>
      </w:tr>
      <w:tr w:rsidR="005C6506" w:rsidRPr="005A2C15" w14:paraId="594C3224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29AA7642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99A5" w14:textId="77777777" w:rsidR="005C6506" w:rsidRPr="005A2C15" w:rsidRDefault="005D5AC5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z</w:t>
            </w:r>
            <w:r w:rsidR="005C6506" w:rsidRPr="005A2C15">
              <w:rPr>
                <w:rFonts w:ascii="Corbel" w:hAnsi="Corbel" w:cs="Times New Roman"/>
              </w:rPr>
              <w:t>na strategie, metody, techniki i narzędzia realizacji badań pedagogicznych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C1E1659" w14:textId="77777777"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t>K_W04</w:t>
            </w:r>
          </w:p>
        </w:tc>
      </w:tr>
      <w:tr w:rsidR="005C6506" w:rsidRPr="005A2C15" w14:paraId="08E64B2E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5B2C78CD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35A0" w14:textId="77777777" w:rsidR="005C6506" w:rsidRPr="005A2C15" w:rsidRDefault="005D5AC5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C6506" w:rsidRPr="005A2C15">
              <w:rPr>
                <w:rFonts w:ascii="Corbel" w:hAnsi="Corbel"/>
                <w:sz w:val="24"/>
                <w:szCs w:val="24"/>
              </w:rPr>
              <w:t>a podstawową wiedzę o celach, funkcjach, strukturze oraz prawnych podstawach funkcjonowania systemu edukacji w Polsce, w tym wybranych instytucjach edukacyjnych, wychowawczych, opiekuńczych, kulturowych i pomocowych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5CD1D34" w14:textId="77777777" w:rsidR="005C6506" w:rsidRPr="005A2C15" w:rsidRDefault="005C6506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K-W11</w:t>
            </w:r>
          </w:p>
        </w:tc>
      </w:tr>
      <w:tr w:rsidR="005C6506" w:rsidRPr="005A2C15" w14:paraId="2F031594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05DEDDC9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A708161" w14:textId="77777777" w:rsidR="005C6506" w:rsidRPr="005A2C15" w:rsidRDefault="005C6506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14:paraId="5920555B" w14:textId="77777777" w:rsidR="005C6506" w:rsidRPr="005A2C15" w:rsidRDefault="005D5AC5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C6506" w:rsidRPr="005A2C15">
              <w:rPr>
                <w:rFonts w:ascii="Corbel" w:hAnsi="Corbel"/>
                <w:sz w:val="24"/>
                <w:szCs w:val="24"/>
              </w:rPr>
              <w:t>osiada umiejętność ewaluacji i oceny prowadzonej działalności badawczej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48776C35" w14:textId="77777777" w:rsidR="005C6506" w:rsidRDefault="00623DD7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  <w:r w:rsidR="00607A1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287F1987" w14:textId="77777777" w:rsidR="00607A1D" w:rsidRPr="005A2C15" w:rsidRDefault="00607A1D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5C6506" w:rsidRPr="005A2C15" w14:paraId="20BF7136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245F97D3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30F4" w14:textId="77777777" w:rsidR="005C6506" w:rsidRPr="005A2C15" w:rsidRDefault="005D5AC5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</w:t>
            </w:r>
            <w:r w:rsidR="005C6506" w:rsidRPr="005A2C15">
              <w:rPr>
                <w:rFonts w:ascii="Corbel" w:hAnsi="Corbel" w:cs="Times New Roman"/>
              </w:rPr>
              <w:t>ocenia rolę wiedzy pedagogicznej w rozwoju środowisk społecznych wykorzystując ją w projektowaniu działań badawczych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5972B610" w14:textId="77777777"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t>K_K0</w:t>
            </w:r>
            <w:r w:rsidR="00623DD7">
              <w:rPr>
                <w:rFonts w:ascii="Corbel" w:hAnsi="Corbel" w:cs="Times New Roman"/>
              </w:rPr>
              <w:t>2</w:t>
            </w:r>
          </w:p>
        </w:tc>
      </w:tr>
    </w:tbl>
    <w:p w14:paraId="6B66F6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0ECDC1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1AF8494C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22096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14:paraId="68745258" w14:textId="77777777" w:rsidTr="00820492">
        <w:tc>
          <w:tcPr>
            <w:tcW w:w="10065" w:type="dxa"/>
          </w:tcPr>
          <w:p w14:paraId="7739335C" w14:textId="77777777"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8673DB9" w14:textId="77777777" w:rsidTr="00820492">
        <w:tc>
          <w:tcPr>
            <w:tcW w:w="10065" w:type="dxa"/>
          </w:tcPr>
          <w:p w14:paraId="5187F8F9" w14:textId="77777777"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B7D72B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67B37" w14:textId="77777777"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71CAB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37AB13C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15637FC" w14:textId="77777777" w:rsidTr="00923D7D">
        <w:tc>
          <w:tcPr>
            <w:tcW w:w="9639" w:type="dxa"/>
          </w:tcPr>
          <w:p w14:paraId="74EE3438" w14:textId="77777777"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67C3" w:rsidRPr="00B169DF" w14:paraId="2FD334C7" w14:textId="77777777" w:rsidTr="00AC780A">
        <w:tc>
          <w:tcPr>
            <w:tcW w:w="9639" w:type="dxa"/>
            <w:vAlign w:val="center"/>
          </w:tcPr>
          <w:p w14:paraId="13AEB144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9467C3" w:rsidRPr="00B169DF" w14:paraId="127AFABF" w14:textId="77777777" w:rsidTr="00AC780A">
        <w:trPr>
          <w:trHeight w:val="409"/>
        </w:trPr>
        <w:tc>
          <w:tcPr>
            <w:tcW w:w="9639" w:type="dxa"/>
            <w:vAlign w:val="center"/>
          </w:tcPr>
          <w:p w14:paraId="549C7D2D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9467C3" w:rsidRPr="00B169DF" w14:paraId="6F7158F6" w14:textId="77777777" w:rsidTr="00AC780A">
        <w:trPr>
          <w:trHeight w:val="409"/>
        </w:trPr>
        <w:tc>
          <w:tcPr>
            <w:tcW w:w="9639" w:type="dxa"/>
            <w:vAlign w:val="center"/>
          </w:tcPr>
          <w:p w14:paraId="12F22B3C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9467C3" w:rsidRPr="00B169DF" w14:paraId="38323D4D" w14:textId="77777777" w:rsidTr="00AC780A">
        <w:tc>
          <w:tcPr>
            <w:tcW w:w="9639" w:type="dxa"/>
            <w:vAlign w:val="center"/>
          </w:tcPr>
          <w:p w14:paraId="6A6ED019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9467C3" w:rsidRPr="00B169DF" w14:paraId="4C516C6E" w14:textId="77777777" w:rsidTr="00AC780A">
        <w:tc>
          <w:tcPr>
            <w:tcW w:w="9639" w:type="dxa"/>
            <w:vAlign w:val="center"/>
          </w:tcPr>
          <w:p w14:paraId="7A66943A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9467C3" w:rsidRPr="00B169DF" w14:paraId="6E265F9B" w14:textId="77777777" w:rsidTr="00AC780A">
        <w:trPr>
          <w:trHeight w:val="362"/>
        </w:trPr>
        <w:tc>
          <w:tcPr>
            <w:tcW w:w="9639" w:type="dxa"/>
            <w:vAlign w:val="center"/>
          </w:tcPr>
          <w:p w14:paraId="6AB99F6F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9467C3" w:rsidRPr="00B169DF" w14:paraId="05ED4196" w14:textId="77777777" w:rsidTr="00AC780A">
        <w:tc>
          <w:tcPr>
            <w:tcW w:w="9639" w:type="dxa"/>
            <w:vAlign w:val="center"/>
          </w:tcPr>
          <w:p w14:paraId="512EA7EE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9467C3" w:rsidRPr="00B169DF" w14:paraId="7F8A76A6" w14:textId="77777777" w:rsidTr="00AC780A">
        <w:tc>
          <w:tcPr>
            <w:tcW w:w="9639" w:type="dxa"/>
            <w:vAlign w:val="center"/>
          </w:tcPr>
          <w:p w14:paraId="79F9CF16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9467C3" w:rsidRPr="00B169DF" w14:paraId="7E700D8A" w14:textId="77777777" w:rsidTr="00AC780A">
        <w:tc>
          <w:tcPr>
            <w:tcW w:w="9639" w:type="dxa"/>
            <w:vAlign w:val="center"/>
          </w:tcPr>
          <w:p w14:paraId="7DF6C1A7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9467C3" w:rsidRPr="00B169DF" w14:paraId="26C8F67E" w14:textId="77777777" w:rsidTr="00AC780A">
        <w:tc>
          <w:tcPr>
            <w:tcW w:w="9639" w:type="dxa"/>
            <w:vAlign w:val="center"/>
          </w:tcPr>
          <w:p w14:paraId="2BC45A4D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9467C3" w:rsidRPr="00B169DF" w14:paraId="060856E5" w14:textId="77777777" w:rsidTr="00AC780A">
        <w:tc>
          <w:tcPr>
            <w:tcW w:w="9639" w:type="dxa"/>
            <w:vAlign w:val="center"/>
          </w:tcPr>
          <w:p w14:paraId="06A5144C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9467C3" w:rsidRPr="00B169DF" w14:paraId="01A62546" w14:textId="77777777" w:rsidTr="00AC780A">
        <w:tc>
          <w:tcPr>
            <w:tcW w:w="9639" w:type="dxa"/>
            <w:vAlign w:val="center"/>
          </w:tcPr>
          <w:p w14:paraId="08FA33E9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9467C3" w:rsidRPr="00B169DF" w14:paraId="745D68FE" w14:textId="77777777" w:rsidTr="00AC780A">
        <w:tc>
          <w:tcPr>
            <w:tcW w:w="9639" w:type="dxa"/>
            <w:vAlign w:val="center"/>
          </w:tcPr>
          <w:p w14:paraId="5DF0A7AC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9467C3" w:rsidRPr="00B169DF" w14:paraId="7C419107" w14:textId="77777777" w:rsidTr="00AC780A">
        <w:tc>
          <w:tcPr>
            <w:tcW w:w="9639" w:type="dxa"/>
            <w:vAlign w:val="center"/>
          </w:tcPr>
          <w:p w14:paraId="3E91D913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9467C3" w:rsidRPr="00B169DF" w14:paraId="2D5CB1A6" w14:textId="77777777" w:rsidTr="00AC780A">
        <w:tc>
          <w:tcPr>
            <w:tcW w:w="9639" w:type="dxa"/>
            <w:vAlign w:val="center"/>
          </w:tcPr>
          <w:p w14:paraId="7A65C5A8" w14:textId="01C981F6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Analiza wyników badań </w:t>
            </w:r>
            <w:r w:rsidR="00205117" w:rsidRPr="005A2C15">
              <w:rPr>
                <w:rFonts w:ascii="Corbel" w:hAnsi="Corbel"/>
                <w:sz w:val="24"/>
                <w:szCs w:val="24"/>
              </w:rPr>
              <w:t>empirycznych oraz</w:t>
            </w:r>
            <w:r w:rsidRPr="005A2C15">
              <w:rPr>
                <w:rFonts w:ascii="Corbel" w:hAnsi="Corbel"/>
                <w:sz w:val="24"/>
                <w:szCs w:val="24"/>
              </w:rPr>
              <w:t xml:space="preserve"> weryfikacja hipotez</w:t>
            </w:r>
          </w:p>
        </w:tc>
      </w:tr>
      <w:tr w:rsidR="009467C3" w:rsidRPr="00B169DF" w14:paraId="28A99839" w14:textId="77777777" w:rsidTr="00AC780A">
        <w:tc>
          <w:tcPr>
            <w:tcW w:w="9639" w:type="dxa"/>
            <w:vAlign w:val="center"/>
          </w:tcPr>
          <w:p w14:paraId="5817EB45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14:paraId="0D419A9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D4BBE5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043911A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68511" w14:textId="77777777" w:rsidR="009467C3" w:rsidRPr="005A2C15" w:rsidRDefault="009467C3" w:rsidP="009467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A2C15">
        <w:rPr>
          <w:rFonts w:ascii="Corbel" w:hAnsi="Corbel"/>
          <w:b w:val="0"/>
          <w:smallCaps w:val="0"/>
          <w:szCs w:val="24"/>
        </w:rPr>
        <w:t>Ćwiczenia: Analiza tekstów, praca indywidualna, praca w grupach, dyskusja</w:t>
      </w:r>
    </w:p>
    <w:p w14:paraId="240B9167" w14:textId="77777777"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AD5E70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0D8DE7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4209A8F7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A3E19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6E7C92" w:rsidRPr="005A2C15" w14:paraId="36E94B51" w14:textId="77777777" w:rsidTr="002A3114">
        <w:tc>
          <w:tcPr>
            <w:tcW w:w="1984" w:type="dxa"/>
          </w:tcPr>
          <w:p w14:paraId="35128A91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35AAA4E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8442CB4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A73E257" w14:textId="77777777" w:rsidR="006E7C92" w:rsidRPr="005A2C15" w:rsidRDefault="006E7C92" w:rsidP="006E7C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14:paraId="6ABEDB20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5A2C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A2C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7C92" w:rsidRPr="005A2C15" w14:paraId="20D49C79" w14:textId="77777777" w:rsidTr="002A3114">
        <w:tc>
          <w:tcPr>
            <w:tcW w:w="1984" w:type="dxa"/>
          </w:tcPr>
          <w:p w14:paraId="2EFB4376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2C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2C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7857C1F5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59B8C7C4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2C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E7C92" w:rsidRPr="005A2C15" w14:paraId="6EA6CAF8" w14:textId="77777777" w:rsidTr="002A3114">
        <w:tc>
          <w:tcPr>
            <w:tcW w:w="1984" w:type="dxa"/>
          </w:tcPr>
          <w:p w14:paraId="17838183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2C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B0C30DE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0DBB89EC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6E7C92" w:rsidRPr="005A2C15" w14:paraId="263AB970" w14:textId="77777777" w:rsidTr="002A3114">
        <w:tc>
          <w:tcPr>
            <w:tcW w:w="1984" w:type="dxa"/>
          </w:tcPr>
          <w:p w14:paraId="0FC57AB1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26008FAD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7E949C3D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6E7C92" w:rsidRPr="005A2C15" w14:paraId="0958B6EB" w14:textId="77777777" w:rsidTr="002A3114">
        <w:tc>
          <w:tcPr>
            <w:tcW w:w="1984" w:type="dxa"/>
          </w:tcPr>
          <w:p w14:paraId="35E8B91B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3C121C39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1DD18143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6E7C92" w:rsidRPr="005A2C15" w14:paraId="783045B2" w14:textId="77777777" w:rsidTr="002A3114">
        <w:tc>
          <w:tcPr>
            <w:tcW w:w="1984" w:type="dxa"/>
          </w:tcPr>
          <w:p w14:paraId="2B6E051A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36C684F9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78E805B7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EEEC68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43064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28016171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6F83C40" w14:textId="77777777" w:rsidTr="00923D7D">
        <w:tc>
          <w:tcPr>
            <w:tcW w:w="9670" w:type="dxa"/>
          </w:tcPr>
          <w:p w14:paraId="58040238" w14:textId="419B885E" w:rsidR="006E7C92" w:rsidRPr="005A2C15" w:rsidRDefault="006E7C92" w:rsidP="006E7C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DA71A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D5F3D7" w14:textId="2DBC8AEC" w:rsidR="0085747A" w:rsidRPr="00B169DF" w:rsidRDefault="00DA71A3" w:rsidP="006E7C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E7C92" w:rsidRPr="005A2C15">
              <w:rPr>
                <w:rFonts w:ascii="Corbel" w:hAnsi="Corbel"/>
                <w:b w:val="0"/>
                <w:smallCaps w:val="0"/>
                <w:szCs w:val="24"/>
              </w:rPr>
              <w:t>ktywny udział</w:t>
            </w:r>
            <w:r w:rsidR="006E7C92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5117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205117" w:rsidRPr="005A2C15"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potwierdzony wykonaniem odpowiedniego fragmentu koncepcji pracy.</w:t>
            </w:r>
          </w:p>
        </w:tc>
      </w:tr>
    </w:tbl>
    <w:p w14:paraId="1C2C1F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B2A0C1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02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394"/>
      </w:tblGrid>
      <w:tr w:rsidR="00121819" w:rsidRPr="004D103A" w14:paraId="6815EBE0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0AAB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3F2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121819" w:rsidRPr="004D103A" w14:paraId="426D180D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DCB9" w14:textId="77777777"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71B6" w14:textId="4410D176" w:rsidR="00121819" w:rsidRPr="004D103A" w:rsidRDefault="00205117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21819" w:rsidRPr="004D103A" w14:paraId="5F321BF6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88C1" w14:textId="77777777" w:rsidR="00121819" w:rsidRPr="00C0207A" w:rsidRDefault="00121819" w:rsidP="001E106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52BE" w14:textId="77777777" w:rsidR="00121819" w:rsidRPr="004D103A" w:rsidRDefault="00585555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21819" w:rsidRPr="004D103A" w14:paraId="5747B17B" w14:textId="77777777" w:rsidTr="00585555">
        <w:trPr>
          <w:trHeight w:hRule="exact" w:val="1010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9D83" w14:textId="77777777" w:rsidR="00121819" w:rsidRPr="00C0207A" w:rsidRDefault="00121819" w:rsidP="0058555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</w:t>
            </w:r>
            <w:r w:rsidR="00585555">
              <w:rPr>
                <w:rFonts w:ascii="Corbel" w:hAnsi="Corbel"/>
                <w:sz w:val="24"/>
                <w:szCs w:val="24"/>
              </w:rPr>
              <w:t xml:space="preserve">udenta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68B5" w14:textId="72114401" w:rsidR="00121819" w:rsidRPr="004D103A" w:rsidRDefault="00205117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121819" w:rsidRPr="004D103A" w14:paraId="05036821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B1B1" w14:textId="77777777"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D6BA" w14:textId="6D837C18" w:rsidR="00121819" w:rsidRPr="004D103A" w:rsidRDefault="00121819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205117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21819" w:rsidRPr="004D103A" w14:paraId="5B43AF5C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6332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719F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AB4B04" w14:textId="77777777"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69B631" w14:textId="77777777"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7F3232" w14:textId="77777777"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0B56B1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AD9999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830699A" w14:textId="77777777" w:rsidTr="0071620A">
        <w:trPr>
          <w:trHeight w:val="397"/>
        </w:trPr>
        <w:tc>
          <w:tcPr>
            <w:tcW w:w="3544" w:type="dxa"/>
          </w:tcPr>
          <w:p w14:paraId="28E6CA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E4AF9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CB57405" w14:textId="77777777" w:rsidTr="0071620A">
        <w:trPr>
          <w:trHeight w:val="397"/>
        </w:trPr>
        <w:tc>
          <w:tcPr>
            <w:tcW w:w="3544" w:type="dxa"/>
          </w:tcPr>
          <w:p w14:paraId="3450129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EE4DB1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30B111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5BD6F" w14:textId="77777777"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1002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5AAF8DD1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21819" w:rsidRPr="005A2C15" w14:paraId="36B523B6" w14:textId="77777777" w:rsidTr="002A3114">
        <w:tc>
          <w:tcPr>
            <w:tcW w:w="9072" w:type="dxa"/>
          </w:tcPr>
          <w:p w14:paraId="1BE066DE" w14:textId="5D18866C" w:rsidR="00121819" w:rsidRPr="005A2C15" w:rsidRDefault="00121819" w:rsidP="00121819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C47AE2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AD128E4" w14:textId="77777777" w:rsidR="00814605" w:rsidRPr="005A2C15" w:rsidRDefault="00814605" w:rsidP="00814605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Brzeziński J., Metodologia badań </w:t>
            </w:r>
            <w:r>
              <w:rPr>
                <w:rFonts w:ascii="Corbel" w:hAnsi="Corbel"/>
                <w:sz w:val="24"/>
                <w:szCs w:val="24"/>
              </w:rPr>
              <w:t>psychologicznych</w:t>
            </w:r>
            <w:r w:rsidRPr="005A2C15">
              <w:rPr>
                <w:rFonts w:ascii="Corbel" w:hAnsi="Corbel"/>
                <w:sz w:val="24"/>
                <w:szCs w:val="24"/>
              </w:rPr>
              <w:t xml:space="preserve">, Warszawa </w:t>
            </w:r>
            <w:r>
              <w:rPr>
                <w:rFonts w:ascii="Corbel" w:hAnsi="Corbel"/>
                <w:sz w:val="24"/>
                <w:szCs w:val="24"/>
              </w:rPr>
              <w:t>2024.</w:t>
            </w:r>
          </w:p>
          <w:p w14:paraId="251AAA57" w14:textId="77777777" w:rsidR="00814605" w:rsidRPr="005A2C15" w:rsidRDefault="00814605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Łobocki M., Wprowadzenie do metodologii badań pedagogicznych, Kraków </w:t>
            </w:r>
            <w:r>
              <w:rPr>
                <w:rFonts w:ascii="Corbel" w:hAnsi="Corbel"/>
                <w:sz w:val="24"/>
                <w:szCs w:val="24"/>
              </w:rPr>
              <w:t>2010</w:t>
            </w:r>
          </w:p>
          <w:p w14:paraId="0B059A95" w14:textId="77777777" w:rsidR="00814605" w:rsidRPr="007A6700" w:rsidRDefault="00814605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A2C15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5A2C15">
              <w:rPr>
                <w:rFonts w:ascii="Corbel" w:hAnsi="Corbel"/>
                <w:sz w:val="24"/>
                <w:szCs w:val="24"/>
              </w:rPr>
              <w:t>, A. W., Metodologiczne podstawy badań pedagogicznych, Rzeszów 2004</w:t>
            </w:r>
          </w:p>
          <w:p w14:paraId="22807FD7" w14:textId="71080AD6" w:rsidR="00121819" w:rsidRPr="007A6700" w:rsidRDefault="00814605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R., Praca magisterska, licencjat. Przewodnik po metodologii pisania i obrony pracy dyplomowej. Warszawa 2020.</w:t>
            </w:r>
          </w:p>
        </w:tc>
      </w:tr>
      <w:tr w:rsidR="00121819" w:rsidRPr="005A2C15" w14:paraId="10A51B53" w14:textId="77777777" w:rsidTr="002A3114">
        <w:tc>
          <w:tcPr>
            <w:tcW w:w="9072" w:type="dxa"/>
          </w:tcPr>
          <w:p w14:paraId="5E27D754" w14:textId="77777777" w:rsidR="00121819" w:rsidRPr="005A2C15" w:rsidRDefault="00121819" w:rsidP="00121819">
            <w:pPr>
              <w:pStyle w:val="Punktygwne"/>
              <w:spacing w:before="0" w:after="0" w:line="360" w:lineRule="auto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5F7F37" w14:textId="77777777" w:rsidR="00814605" w:rsidRPr="005A2C15" w:rsidRDefault="00814605" w:rsidP="00814605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Brzeziński J., Badania eksperymentalne w psychologii i pedagogice, Poznań 2000</w:t>
            </w:r>
          </w:p>
          <w:p w14:paraId="0FA04144" w14:textId="77777777" w:rsidR="00814605" w:rsidRPr="005A2C15" w:rsidRDefault="00814605" w:rsidP="00814605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Brzeziński J., Metodologia badań pedagogicznych, Warszawa 1996</w:t>
            </w:r>
          </w:p>
          <w:p w14:paraId="11F490D8" w14:textId="77777777" w:rsidR="00814605" w:rsidRPr="005A2C15" w:rsidRDefault="00814605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Dutkiewicz W., praca magisterska z pedagogiki (Przewodnik metodyczny), Kielce 1994. </w:t>
            </w:r>
          </w:p>
          <w:p w14:paraId="6E65585A" w14:textId="77777777" w:rsidR="00814605" w:rsidRPr="005A2C15" w:rsidRDefault="00814605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Gnitecki J., Zarys metodologii badań w pedagogice empirycznej, Zielona Góra 1993</w:t>
            </w:r>
          </w:p>
          <w:p w14:paraId="40FB6324" w14:textId="77777777" w:rsidR="00814605" w:rsidRPr="005A2C15" w:rsidRDefault="00814605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Łobocki M., Metody badań pedagogicznych, Warszawa 1998.</w:t>
            </w:r>
          </w:p>
          <w:p w14:paraId="07172C08" w14:textId="77777777" w:rsidR="00814605" w:rsidRPr="005A2C15" w:rsidRDefault="00814605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Pilch T., Zasady badań pedagogicznych, Warszawa 1995.</w:t>
            </w:r>
          </w:p>
          <w:p w14:paraId="7B5540D5" w14:textId="1F00DB1E" w:rsidR="00121819" w:rsidRPr="005A2C15" w:rsidRDefault="00814605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Węgliński R., Jak pisać pracę magisterską (Poradnik dla studentów), Szczecin 1995.</w:t>
            </w:r>
          </w:p>
        </w:tc>
      </w:tr>
    </w:tbl>
    <w:p w14:paraId="29160104" w14:textId="77777777" w:rsidR="00121819" w:rsidRDefault="001218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31C354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32B5" w14:textId="77777777" w:rsidR="001F6682" w:rsidRDefault="001F6682" w:rsidP="00C16ABF">
      <w:pPr>
        <w:spacing w:after="0" w:line="240" w:lineRule="auto"/>
      </w:pPr>
      <w:r>
        <w:separator/>
      </w:r>
    </w:p>
  </w:endnote>
  <w:endnote w:type="continuationSeparator" w:id="0">
    <w:p w14:paraId="2888B68B" w14:textId="77777777" w:rsidR="001F6682" w:rsidRDefault="001F66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EBCA4" w14:textId="77777777" w:rsidR="001F6682" w:rsidRDefault="001F6682" w:rsidP="00C16ABF">
      <w:pPr>
        <w:spacing w:after="0" w:line="240" w:lineRule="auto"/>
      </w:pPr>
      <w:r>
        <w:separator/>
      </w:r>
    </w:p>
  </w:footnote>
  <w:footnote w:type="continuationSeparator" w:id="0">
    <w:p w14:paraId="1DD42554" w14:textId="77777777" w:rsidR="001F6682" w:rsidRDefault="001F668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671460">
    <w:abstractNumId w:val="1"/>
  </w:num>
  <w:num w:numId="2" w16cid:durableId="1926452889">
    <w:abstractNumId w:val="2"/>
  </w:num>
  <w:num w:numId="3" w16cid:durableId="262340660">
    <w:abstractNumId w:val="3"/>
  </w:num>
  <w:num w:numId="4" w16cid:durableId="987635512">
    <w:abstractNumId w:val="6"/>
  </w:num>
  <w:num w:numId="5" w16cid:durableId="1431854687">
    <w:abstractNumId w:val="7"/>
  </w:num>
  <w:num w:numId="6" w16cid:durableId="127012209">
    <w:abstractNumId w:val="5"/>
  </w:num>
  <w:num w:numId="7" w16cid:durableId="1369795367">
    <w:abstractNumId w:val="0"/>
  </w:num>
  <w:num w:numId="8" w16cid:durableId="1135871637">
    <w:abstractNumId w:val="8"/>
  </w:num>
  <w:num w:numId="9" w16cid:durableId="203032815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0CA"/>
    <w:rsid w:val="000048FD"/>
    <w:rsid w:val="0000693A"/>
    <w:rsid w:val="00007049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E5B0E"/>
    <w:rsid w:val="000F1C57"/>
    <w:rsid w:val="000F22E5"/>
    <w:rsid w:val="000F5615"/>
    <w:rsid w:val="001002B3"/>
    <w:rsid w:val="001045A1"/>
    <w:rsid w:val="00121819"/>
    <w:rsid w:val="00124BFF"/>
    <w:rsid w:val="0012560E"/>
    <w:rsid w:val="00127108"/>
    <w:rsid w:val="00131CC3"/>
    <w:rsid w:val="00134B13"/>
    <w:rsid w:val="00136C53"/>
    <w:rsid w:val="0014179B"/>
    <w:rsid w:val="0014269D"/>
    <w:rsid w:val="00146BC0"/>
    <w:rsid w:val="00151573"/>
    <w:rsid w:val="001515F2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063"/>
    <w:rsid w:val="001E1946"/>
    <w:rsid w:val="001F0402"/>
    <w:rsid w:val="001F2CA2"/>
    <w:rsid w:val="001F6682"/>
    <w:rsid w:val="001F7790"/>
    <w:rsid w:val="00203FF7"/>
    <w:rsid w:val="00205117"/>
    <w:rsid w:val="002144C0"/>
    <w:rsid w:val="00214898"/>
    <w:rsid w:val="002174B4"/>
    <w:rsid w:val="0022477D"/>
    <w:rsid w:val="00226331"/>
    <w:rsid w:val="002278A9"/>
    <w:rsid w:val="002336F9"/>
    <w:rsid w:val="00233ECB"/>
    <w:rsid w:val="00240073"/>
    <w:rsid w:val="0024028F"/>
    <w:rsid w:val="00240AA4"/>
    <w:rsid w:val="00241AF4"/>
    <w:rsid w:val="00244ABC"/>
    <w:rsid w:val="002454E2"/>
    <w:rsid w:val="00247D17"/>
    <w:rsid w:val="00265BED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1736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733E4"/>
    <w:rsid w:val="003863B7"/>
    <w:rsid w:val="00397BD4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E6D91"/>
    <w:rsid w:val="003E738F"/>
    <w:rsid w:val="003F205D"/>
    <w:rsid w:val="003F38C0"/>
    <w:rsid w:val="0040404C"/>
    <w:rsid w:val="00414E3C"/>
    <w:rsid w:val="0041772A"/>
    <w:rsid w:val="004206CF"/>
    <w:rsid w:val="0042244A"/>
    <w:rsid w:val="0042745A"/>
    <w:rsid w:val="00431D5C"/>
    <w:rsid w:val="00432742"/>
    <w:rsid w:val="0043543C"/>
    <w:rsid w:val="00435C37"/>
    <w:rsid w:val="004362C6"/>
    <w:rsid w:val="00437FA2"/>
    <w:rsid w:val="0044024E"/>
    <w:rsid w:val="00445970"/>
    <w:rsid w:val="00461EFC"/>
    <w:rsid w:val="0046228F"/>
    <w:rsid w:val="004652C2"/>
    <w:rsid w:val="004706D1"/>
    <w:rsid w:val="004712C3"/>
    <w:rsid w:val="00471326"/>
    <w:rsid w:val="0047598D"/>
    <w:rsid w:val="0048192F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0C89"/>
    <w:rsid w:val="005363C4"/>
    <w:rsid w:val="00536BDE"/>
    <w:rsid w:val="00543ACC"/>
    <w:rsid w:val="0054452C"/>
    <w:rsid w:val="0055739D"/>
    <w:rsid w:val="0056696D"/>
    <w:rsid w:val="00574C10"/>
    <w:rsid w:val="00582BC0"/>
    <w:rsid w:val="00585555"/>
    <w:rsid w:val="0059484D"/>
    <w:rsid w:val="005A0855"/>
    <w:rsid w:val="005A3196"/>
    <w:rsid w:val="005A5E86"/>
    <w:rsid w:val="005B048D"/>
    <w:rsid w:val="005C0411"/>
    <w:rsid w:val="005C080F"/>
    <w:rsid w:val="005C55E5"/>
    <w:rsid w:val="005C5965"/>
    <w:rsid w:val="005C6506"/>
    <w:rsid w:val="005C696A"/>
    <w:rsid w:val="005C7C80"/>
    <w:rsid w:val="005D5AC5"/>
    <w:rsid w:val="005E0F91"/>
    <w:rsid w:val="005E364C"/>
    <w:rsid w:val="005E6E85"/>
    <w:rsid w:val="005F1F5E"/>
    <w:rsid w:val="005F31D2"/>
    <w:rsid w:val="005F76A3"/>
    <w:rsid w:val="00606313"/>
    <w:rsid w:val="00607554"/>
    <w:rsid w:val="00607A1D"/>
    <w:rsid w:val="0061029B"/>
    <w:rsid w:val="0061233B"/>
    <w:rsid w:val="00617230"/>
    <w:rsid w:val="00621CE1"/>
    <w:rsid w:val="00623DD7"/>
    <w:rsid w:val="00625EBF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E7C92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100D4"/>
    <w:rsid w:val="00814605"/>
    <w:rsid w:val="0081554D"/>
    <w:rsid w:val="00815B4B"/>
    <w:rsid w:val="0081707E"/>
    <w:rsid w:val="00817567"/>
    <w:rsid w:val="00820492"/>
    <w:rsid w:val="008336F7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4B93"/>
    <w:rsid w:val="008F6E29"/>
    <w:rsid w:val="00901B2A"/>
    <w:rsid w:val="00916188"/>
    <w:rsid w:val="009218DA"/>
    <w:rsid w:val="00923D7D"/>
    <w:rsid w:val="0092737D"/>
    <w:rsid w:val="00935C92"/>
    <w:rsid w:val="009467C3"/>
    <w:rsid w:val="009508DF"/>
    <w:rsid w:val="00950DA6"/>
    <w:rsid w:val="00950DAC"/>
    <w:rsid w:val="00950DE6"/>
    <w:rsid w:val="00952FE9"/>
    <w:rsid w:val="00954A07"/>
    <w:rsid w:val="00961BCB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77EF3"/>
    <w:rsid w:val="00A812E9"/>
    <w:rsid w:val="00A84C85"/>
    <w:rsid w:val="00A90679"/>
    <w:rsid w:val="00A97DE1"/>
    <w:rsid w:val="00AB02C4"/>
    <w:rsid w:val="00AB053C"/>
    <w:rsid w:val="00AC01F9"/>
    <w:rsid w:val="00AC39F9"/>
    <w:rsid w:val="00AD1146"/>
    <w:rsid w:val="00AD2735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16E4"/>
    <w:rsid w:val="00AF2C1E"/>
    <w:rsid w:val="00AF3BF1"/>
    <w:rsid w:val="00B030AF"/>
    <w:rsid w:val="00B06142"/>
    <w:rsid w:val="00B06DF7"/>
    <w:rsid w:val="00B12564"/>
    <w:rsid w:val="00B135B1"/>
    <w:rsid w:val="00B1435F"/>
    <w:rsid w:val="00B169DF"/>
    <w:rsid w:val="00B21421"/>
    <w:rsid w:val="00B268E3"/>
    <w:rsid w:val="00B3130B"/>
    <w:rsid w:val="00B36452"/>
    <w:rsid w:val="00B40918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82D44"/>
    <w:rsid w:val="00B90885"/>
    <w:rsid w:val="00B9546F"/>
    <w:rsid w:val="00BA01F3"/>
    <w:rsid w:val="00BA0EF1"/>
    <w:rsid w:val="00BB520A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00C2"/>
    <w:rsid w:val="00C26CB7"/>
    <w:rsid w:val="00C324C1"/>
    <w:rsid w:val="00C34F3A"/>
    <w:rsid w:val="00C35F10"/>
    <w:rsid w:val="00C36992"/>
    <w:rsid w:val="00C40735"/>
    <w:rsid w:val="00C44701"/>
    <w:rsid w:val="00C45493"/>
    <w:rsid w:val="00C47AE2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94FD6"/>
    <w:rsid w:val="00CA2B96"/>
    <w:rsid w:val="00CA3B51"/>
    <w:rsid w:val="00CA4FC8"/>
    <w:rsid w:val="00CA5089"/>
    <w:rsid w:val="00CB4223"/>
    <w:rsid w:val="00CC576B"/>
    <w:rsid w:val="00CC61CE"/>
    <w:rsid w:val="00CD2BF6"/>
    <w:rsid w:val="00CD6897"/>
    <w:rsid w:val="00CE39D9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45B1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4248"/>
    <w:rsid w:val="00D8678B"/>
    <w:rsid w:val="00D966CB"/>
    <w:rsid w:val="00DA2114"/>
    <w:rsid w:val="00DA71A3"/>
    <w:rsid w:val="00DC3A8E"/>
    <w:rsid w:val="00DC597C"/>
    <w:rsid w:val="00DC69AC"/>
    <w:rsid w:val="00DD2FA2"/>
    <w:rsid w:val="00DD61D9"/>
    <w:rsid w:val="00DE09C0"/>
    <w:rsid w:val="00DE4A14"/>
    <w:rsid w:val="00DE5597"/>
    <w:rsid w:val="00DF20C2"/>
    <w:rsid w:val="00DF320D"/>
    <w:rsid w:val="00DF71C8"/>
    <w:rsid w:val="00E07F53"/>
    <w:rsid w:val="00E129B8"/>
    <w:rsid w:val="00E21E7D"/>
    <w:rsid w:val="00E22FBC"/>
    <w:rsid w:val="00E24BF5"/>
    <w:rsid w:val="00E25338"/>
    <w:rsid w:val="00E277F1"/>
    <w:rsid w:val="00E349F0"/>
    <w:rsid w:val="00E45038"/>
    <w:rsid w:val="00E51E44"/>
    <w:rsid w:val="00E5242A"/>
    <w:rsid w:val="00E61F9C"/>
    <w:rsid w:val="00E63348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0969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271A"/>
  <w15:docId w15:val="{43B11769-7417-4646-B6EE-51028034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06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06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06C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6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6CF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625E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9FF67-5DAE-452B-B940-0BBB1C86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716</TotalTime>
  <Pages>1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88</cp:revision>
  <cp:lastPrinted>2019-02-06T12:12:00Z</cp:lastPrinted>
  <dcterms:created xsi:type="dcterms:W3CDTF">2023-06-07T06:22:00Z</dcterms:created>
  <dcterms:modified xsi:type="dcterms:W3CDTF">2024-09-13T15:57:00Z</dcterms:modified>
</cp:coreProperties>
</file>